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114D5F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114D5F" w:rsidRPr="00114D5F" w:rsidRDefault="00E87D27" w:rsidP="00114D5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114D5F" w:rsidRPr="00114D5F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524A7F" w:rsidRPr="00524A7F" w:rsidRDefault="00524A7F" w:rsidP="00524A7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524A7F">
              <w:rPr>
                <w:sz w:val="24"/>
                <w:szCs w:val="24"/>
              </w:rPr>
              <w:t xml:space="preserve">ул. Адмиралтейская, ул. Советская, </w:t>
            </w:r>
          </w:p>
          <w:p w:rsidR="00114D5F" w:rsidRDefault="00524A7F" w:rsidP="00524A7F">
            <w:pPr>
              <w:jc w:val="center"/>
              <w:rPr>
                <w:sz w:val="24"/>
                <w:szCs w:val="24"/>
              </w:rPr>
            </w:pPr>
            <w:r w:rsidRPr="00524A7F">
              <w:rPr>
                <w:sz w:val="24"/>
                <w:szCs w:val="24"/>
              </w:rPr>
              <w:t xml:space="preserve">ул. Валявкина, просп. Никольский </w:t>
            </w:r>
          </w:p>
          <w:p w:rsidR="00E87D27" w:rsidRDefault="00E87D27" w:rsidP="00114D5F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524A7F" w:rsidRPr="00524A7F" w:rsidRDefault="00242FE9" w:rsidP="00524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 городского округа "Город Архангельск" </w:t>
      </w:r>
      <w:r w:rsidR="00114D5F" w:rsidRPr="00114D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части элемента планировочной структуры: </w:t>
      </w:r>
      <w:r w:rsidR="00524A7F" w:rsidRPr="00524A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ул. Адмиралтейская, ул. Советская, </w:t>
      </w:r>
    </w:p>
    <w:p w:rsidR="00242FE9" w:rsidRDefault="00524A7F" w:rsidP="00524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4A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 Валявкина, просп. Никольский</w:t>
      </w:r>
    </w:p>
    <w:p w:rsidR="00B8204D" w:rsidRPr="00391308" w:rsidRDefault="00B8204D" w:rsidP="00B820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391308" w:rsidRDefault="00242FE9" w:rsidP="00391308">
            <w:pPr>
              <w:jc w:val="center"/>
            </w:pPr>
            <w:r w:rsidRPr="00391308">
              <w:t>№</w:t>
            </w:r>
          </w:p>
        </w:tc>
        <w:tc>
          <w:tcPr>
            <w:tcW w:w="8943" w:type="dxa"/>
            <w:vAlign w:val="center"/>
          </w:tcPr>
          <w:p w:rsidR="00242FE9" w:rsidRPr="00391308" w:rsidRDefault="00242FE9" w:rsidP="00391308">
            <w:pPr>
              <w:jc w:val="center"/>
            </w:pPr>
            <w: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8943" w:type="dxa"/>
          </w:tcPr>
          <w:p w:rsidR="00242FE9" w:rsidRPr="00391308" w:rsidRDefault="00242FE9" w:rsidP="00367DF2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114D5F" w:rsidRPr="00391308" w:rsidTr="00A80E0C">
        <w:tc>
          <w:tcPr>
            <w:tcW w:w="911" w:type="dxa"/>
          </w:tcPr>
          <w:p w:rsidR="00114D5F" w:rsidRPr="00391308" w:rsidRDefault="00114D5F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943" w:type="dxa"/>
          </w:tcPr>
          <w:p w:rsidR="00114D5F" w:rsidRPr="00391308" w:rsidRDefault="00114D5F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684457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C3" w:rsidRDefault="003921C3">
      <w:pPr>
        <w:spacing w:after="0" w:line="240" w:lineRule="auto"/>
      </w:pPr>
      <w:r>
        <w:separator/>
      </w:r>
    </w:p>
  </w:endnote>
  <w:endnote w:type="continuationSeparator" w:id="0">
    <w:p w:rsidR="003921C3" w:rsidRDefault="0039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C3" w:rsidRDefault="003921C3">
      <w:pPr>
        <w:spacing w:after="0" w:line="240" w:lineRule="auto"/>
      </w:pPr>
      <w:r>
        <w:separator/>
      </w:r>
    </w:p>
  </w:footnote>
  <w:footnote w:type="continuationSeparator" w:id="0">
    <w:p w:rsidR="003921C3" w:rsidRDefault="00392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6844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114D5F"/>
    <w:rsid w:val="00235E22"/>
    <w:rsid w:val="00242FE9"/>
    <w:rsid w:val="00367DF2"/>
    <w:rsid w:val="00377907"/>
    <w:rsid w:val="00391308"/>
    <w:rsid w:val="003921C3"/>
    <w:rsid w:val="00470E7A"/>
    <w:rsid w:val="004F1B68"/>
    <w:rsid w:val="00524A7F"/>
    <w:rsid w:val="005642B4"/>
    <w:rsid w:val="00684457"/>
    <w:rsid w:val="008414F0"/>
    <w:rsid w:val="008B3278"/>
    <w:rsid w:val="009C09CC"/>
    <w:rsid w:val="009F5E6B"/>
    <w:rsid w:val="00A05EB7"/>
    <w:rsid w:val="00AB19DA"/>
    <w:rsid w:val="00B8204D"/>
    <w:rsid w:val="00D32B90"/>
    <w:rsid w:val="00D846E6"/>
    <w:rsid w:val="00DE61C2"/>
    <w:rsid w:val="00DF24F2"/>
    <w:rsid w:val="00E2108A"/>
    <w:rsid w:val="00E3419F"/>
    <w:rsid w:val="00E71C51"/>
    <w:rsid w:val="00E87D27"/>
    <w:rsid w:val="00EA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2024-06-25T04:29:00Z</cp:lastPrinted>
  <dcterms:created xsi:type="dcterms:W3CDTF">2024-11-01T06:39:00Z</dcterms:created>
  <dcterms:modified xsi:type="dcterms:W3CDTF">2024-11-01T06:39:00Z</dcterms:modified>
</cp:coreProperties>
</file>